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60CD" w:rsidRPr="005660CD" w:rsidRDefault="005660CD" w:rsidP="005660C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 w:rsidRPr="005660CD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APPS FOR APPLE I-PAD SHARED AT COMMON CORE ELA</w:t>
      </w:r>
    </w:p>
    <w:p w:rsidR="005660CD" w:rsidRPr="005660CD" w:rsidRDefault="005660CD" w:rsidP="005660C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660CD" w:rsidRPr="005660CD" w:rsidRDefault="005660CD" w:rsidP="005660C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660CD">
        <w:rPr>
          <w:rFonts w:ascii="Times New Roman" w:eastAsia="Times New Roman" w:hAnsi="Times New Roman" w:cs="Times New Roman"/>
          <w:color w:val="000000"/>
          <w:sz w:val="28"/>
          <w:szCs w:val="28"/>
        </w:rPr>
        <w:t>Apps for Apple I Pad that were recommended by teachers at a recent conference I attended....Most are free...</w:t>
      </w:r>
    </w:p>
    <w:p w:rsidR="005660CD" w:rsidRPr="005660CD" w:rsidRDefault="005660CD" w:rsidP="005660C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660CD">
        <w:rPr>
          <w:rFonts w:ascii="Times New Roman" w:eastAsia="Times New Roman" w:hAnsi="Times New Roman" w:cs="Times New Roman"/>
          <w:color w:val="000000"/>
          <w:sz w:val="28"/>
          <w:szCs w:val="28"/>
        </w:rPr>
        <w:t>Story wheel</w:t>
      </w:r>
    </w:p>
    <w:p w:rsidR="005660CD" w:rsidRPr="005660CD" w:rsidRDefault="005660CD" w:rsidP="005660C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660CD">
        <w:rPr>
          <w:rFonts w:ascii="Times New Roman" w:eastAsia="Times New Roman" w:hAnsi="Times New Roman" w:cs="Times New Roman"/>
          <w:color w:val="000000"/>
          <w:sz w:val="28"/>
          <w:szCs w:val="28"/>
        </w:rPr>
        <w:t>Dice</w:t>
      </w:r>
    </w:p>
    <w:p w:rsidR="005660CD" w:rsidRPr="005660CD" w:rsidRDefault="005660CD" w:rsidP="005660C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660CD">
        <w:rPr>
          <w:rFonts w:ascii="Times New Roman" w:eastAsia="Times New Roman" w:hAnsi="Times New Roman" w:cs="Times New Roman"/>
          <w:color w:val="000000"/>
          <w:sz w:val="28"/>
          <w:szCs w:val="28"/>
        </w:rPr>
        <w:t>Little Speller</w:t>
      </w:r>
    </w:p>
    <w:p w:rsidR="005660CD" w:rsidRPr="005660CD" w:rsidRDefault="005660CD" w:rsidP="005660C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660CD">
        <w:rPr>
          <w:rFonts w:ascii="Times New Roman" w:eastAsia="Times New Roman" w:hAnsi="Times New Roman" w:cs="Times New Roman"/>
          <w:color w:val="000000"/>
          <w:sz w:val="28"/>
          <w:szCs w:val="28"/>
        </w:rPr>
        <w:t>Sight words</w:t>
      </w:r>
    </w:p>
    <w:p w:rsidR="005660CD" w:rsidRPr="005660CD" w:rsidRDefault="005660CD" w:rsidP="005660C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660CD">
        <w:rPr>
          <w:rFonts w:ascii="Times New Roman" w:eastAsia="Times New Roman" w:hAnsi="Times New Roman" w:cs="Times New Roman"/>
          <w:color w:val="000000"/>
          <w:sz w:val="28"/>
          <w:szCs w:val="28"/>
        </w:rPr>
        <w:t>Grasshopper</w:t>
      </w:r>
    </w:p>
    <w:p w:rsidR="005660CD" w:rsidRPr="005660CD" w:rsidRDefault="005660CD" w:rsidP="005660C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P</w:t>
      </w:r>
      <w:r w:rsidRPr="005660CD">
        <w:rPr>
          <w:rFonts w:ascii="Times New Roman" w:eastAsia="Times New Roman" w:hAnsi="Times New Roman" w:cs="Times New Roman"/>
          <w:color w:val="000000"/>
          <w:sz w:val="28"/>
          <w:szCs w:val="28"/>
        </w:rPr>
        <w:t>reschool and kindergarten learning games</w:t>
      </w:r>
    </w:p>
    <w:p w:rsidR="005660CD" w:rsidRPr="005660CD" w:rsidRDefault="005660CD" w:rsidP="005660C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660CD">
        <w:rPr>
          <w:rFonts w:ascii="Times New Roman" w:eastAsia="Times New Roman" w:hAnsi="Times New Roman" w:cs="Times New Roman"/>
          <w:color w:val="000000"/>
          <w:sz w:val="28"/>
          <w:szCs w:val="28"/>
        </w:rPr>
        <w:t>Montessori Crosswords</w:t>
      </w:r>
    </w:p>
    <w:p w:rsidR="005660CD" w:rsidRPr="005660CD" w:rsidRDefault="005660CD" w:rsidP="005660C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660CD">
        <w:rPr>
          <w:rFonts w:ascii="Times New Roman" w:eastAsia="Times New Roman" w:hAnsi="Times New Roman" w:cs="Times New Roman"/>
          <w:color w:val="000000"/>
          <w:sz w:val="28"/>
          <w:szCs w:val="28"/>
        </w:rPr>
        <w:t>ABC pocket phonics</w:t>
      </w:r>
    </w:p>
    <w:p w:rsidR="005660CD" w:rsidRPr="005660CD" w:rsidRDefault="005660CD" w:rsidP="005660C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660CD">
        <w:rPr>
          <w:rFonts w:ascii="Times New Roman" w:eastAsia="Times New Roman" w:hAnsi="Times New Roman" w:cs="Times New Roman"/>
          <w:color w:val="000000"/>
          <w:sz w:val="28"/>
          <w:szCs w:val="28"/>
        </w:rPr>
        <w:t>Kinder Town</w:t>
      </w:r>
    </w:p>
    <w:p w:rsidR="005660CD" w:rsidRPr="005660CD" w:rsidRDefault="005660CD" w:rsidP="005660C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660CD">
        <w:rPr>
          <w:rFonts w:ascii="Times New Roman" w:eastAsia="Times New Roman" w:hAnsi="Times New Roman" w:cs="Times New Roman"/>
          <w:color w:val="000000"/>
          <w:sz w:val="28"/>
          <w:szCs w:val="28"/>
        </w:rPr>
        <w:t>Zoo Spelling</w:t>
      </w:r>
    </w:p>
    <w:p w:rsidR="005660CD" w:rsidRPr="005660CD" w:rsidRDefault="005660CD" w:rsidP="005660C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660CD">
        <w:rPr>
          <w:rFonts w:ascii="Times New Roman" w:eastAsia="Times New Roman" w:hAnsi="Times New Roman" w:cs="Times New Roman"/>
          <w:color w:val="000000"/>
          <w:sz w:val="28"/>
          <w:szCs w:val="28"/>
        </w:rPr>
        <w:t>Bob Books</w:t>
      </w:r>
    </w:p>
    <w:p w:rsidR="005660CD" w:rsidRPr="005660CD" w:rsidRDefault="005660CD" w:rsidP="005660C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660CD">
        <w:rPr>
          <w:rFonts w:ascii="Times New Roman" w:eastAsia="Times New Roman" w:hAnsi="Times New Roman" w:cs="Times New Roman"/>
          <w:color w:val="000000"/>
          <w:sz w:val="28"/>
          <w:szCs w:val="28"/>
        </w:rPr>
        <w:t>Sentence Magic</w:t>
      </w:r>
    </w:p>
    <w:p w:rsidR="005660CD" w:rsidRPr="005660CD" w:rsidRDefault="005660CD" w:rsidP="005660C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660CD">
        <w:rPr>
          <w:rFonts w:ascii="Times New Roman" w:eastAsia="Times New Roman" w:hAnsi="Times New Roman" w:cs="Times New Roman"/>
          <w:color w:val="000000"/>
          <w:sz w:val="28"/>
          <w:szCs w:val="28"/>
        </w:rPr>
        <w:t>Early Reader</w:t>
      </w:r>
    </w:p>
    <w:p w:rsidR="005660CD" w:rsidRPr="005660CD" w:rsidRDefault="005660CD" w:rsidP="005660C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660CD">
        <w:rPr>
          <w:rFonts w:ascii="Times New Roman" w:eastAsia="Times New Roman" w:hAnsi="Times New Roman" w:cs="Times New Roman"/>
          <w:color w:val="000000"/>
          <w:sz w:val="28"/>
          <w:szCs w:val="28"/>
        </w:rPr>
        <w:t>Kindergarten.com- ABA apps   (GREAT FOR ESL AND YOUNGER CHILDREN OR EC; ALL DIFFERENT SUBJECTS)</w:t>
      </w:r>
    </w:p>
    <w:p w:rsidR="005660CD" w:rsidRPr="005660CD" w:rsidRDefault="005660CD" w:rsidP="005660C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660CD">
        <w:rPr>
          <w:rFonts w:ascii="Times New Roman" w:eastAsia="Times New Roman" w:hAnsi="Times New Roman" w:cs="Times New Roman"/>
          <w:color w:val="000000"/>
          <w:sz w:val="28"/>
          <w:szCs w:val="28"/>
        </w:rPr>
        <w:t>Pattern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bookmarkStart w:id="0" w:name="_GoBack"/>
      <w:bookmarkEnd w:id="0"/>
      <w:r w:rsidRPr="005660CD">
        <w:rPr>
          <w:rFonts w:ascii="Times New Roman" w:eastAsia="Times New Roman" w:hAnsi="Times New Roman" w:cs="Times New Roman"/>
          <w:color w:val="000000"/>
          <w:sz w:val="28"/>
          <w:szCs w:val="28"/>
        </w:rPr>
        <w:t>Game</w:t>
      </w:r>
    </w:p>
    <w:p w:rsidR="005660CD" w:rsidRPr="005660CD" w:rsidRDefault="005660CD" w:rsidP="005660C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660C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Kid </w:t>
      </w:r>
      <w:proofErr w:type="spellStart"/>
      <w:r w:rsidRPr="005660CD">
        <w:rPr>
          <w:rFonts w:ascii="Times New Roman" w:eastAsia="Times New Roman" w:hAnsi="Times New Roman" w:cs="Times New Roman"/>
          <w:color w:val="000000"/>
          <w:sz w:val="28"/>
          <w:szCs w:val="28"/>
        </w:rPr>
        <w:t>Calc</w:t>
      </w:r>
      <w:proofErr w:type="spellEnd"/>
      <w:r w:rsidRPr="005660C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(kid Calculator)</w:t>
      </w:r>
    </w:p>
    <w:p w:rsidR="00AF18F2" w:rsidRPr="005660CD" w:rsidRDefault="00AF18F2">
      <w:pPr>
        <w:rPr>
          <w:sz w:val="28"/>
          <w:szCs w:val="28"/>
        </w:rPr>
      </w:pPr>
    </w:p>
    <w:sectPr w:rsidR="00AF18F2" w:rsidRPr="005660C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60CD"/>
    <w:rsid w:val="0009788C"/>
    <w:rsid w:val="005660CD"/>
    <w:rsid w:val="006E08AB"/>
    <w:rsid w:val="00AF1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530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398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2820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0904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350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6452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6334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8864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1169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6563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2564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9981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517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5207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9795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96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4320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3338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8838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8161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2524A9E2.dotm</Template>
  <TotalTime>3</TotalTime>
  <Pages>1</Pages>
  <Words>73</Words>
  <Characters>422</Characters>
  <Application>Microsoft Office Word</Application>
  <DocSecurity>0</DocSecurity>
  <Lines>3</Lines>
  <Paragraphs>1</Paragraphs>
  <ScaleCrop>false</ScaleCrop>
  <Company>Guilford County Schools</Company>
  <LinksUpToDate>false</LinksUpToDate>
  <CharactersWithSpaces>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Patricia Kendall Smith</dc:creator>
  <cp:keywords/>
  <dc:description/>
  <cp:lastModifiedBy>Patricia Kendall Smith</cp:lastModifiedBy>
  <cp:revision>1</cp:revision>
  <dcterms:created xsi:type="dcterms:W3CDTF">2012-07-12T13:20:00Z</dcterms:created>
  <dcterms:modified xsi:type="dcterms:W3CDTF">2012-07-12T13:23:00Z</dcterms:modified>
</cp:coreProperties>
</file>